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99B878" w14:textId="622C4C81" w:rsidR="004B24BC" w:rsidRPr="0062359F" w:rsidRDefault="006A18D0">
      <w:pPr>
        <w:pStyle w:val="Title"/>
        <w:rPr>
          <w:color w:val="04E604"/>
          <w:u w:val="single"/>
        </w:rPr>
      </w:pPr>
      <w:r>
        <w:rPr>
          <w:color w:val="04E604"/>
          <w:u w:val="single"/>
        </w:rPr>
        <w:t>college v.s. Your fun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Event Info"/>
      </w:tblPr>
      <w:tblGrid>
        <w:gridCol w:w="3675"/>
        <w:gridCol w:w="570"/>
        <w:gridCol w:w="3675"/>
      </w:tblGrid>
      <w:tr w:rsidR="004B24BC" w14:paraId="57310172" w14:textId="77777777">
        <w:trPr>
          <w:jc w:val="center"/>
        </w:trPr>
        <w:tc>
          <w:tcPr>
            <w:tcW w:w="3675" w:type="dxa"/>
          </w:tcPr>
          <w:p w14:paraId="4046B7FF" w14:textId="6C0E7633" w:rsidR="004B24BC" w:rsidRPr="00104AE5" w:rsidRDefault="006A18D0">
            <w:pPr>
              <w:rPr>
                <w:color w:val="04E604"/>
                <w:sz w:val="28"/>
                <w:szCs w:val="28"/>
              </w:rPr>
            </w:pPr>
            <w:r>
              <w:rPr>
                <w:noProof/>
                <w:color w:val="04E604"/>
                <w:sz w:val="28"/>
                <w:szCs w:val="28"/>
                <w:lang w:eastAsia="en-US"/>
              </w:rPr>
              <w:drawing>
                <wp:inline distT="0" distB="0" distL="0" distR="0" wp14:anchorId="01D96F7A" wp14:editId="2BACC01B">
                  <wp:extent cx="2482336" cy="206692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atires 3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4438" cy="2068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A488336" w14:textId="77777777" w:rsidR="006A18D0" w:rsidRDefault="006A18D0" w:rsidP="00104AE5">
            <w:pPr>
              <w:pStyle w:val="Caption"/>
              <w:rPr>
                <w:i w:val="0"/>
                <w:color w:val="04E604"/>
                <w:sz w:val="28"/>
                <w:szCs w:val="28"/>
              </w:rPr>
            </w:pPr>
          </w:p>
          <w:p w14:paraId="26370167" w14:textId="77777777" w:rsidR="006A18D0" w:rsidRDefault="006A18D0" w:rsidP="00104AE5">
            <w:pPr>
              <w:pStyle w:val="Caption"/>
              <w:rPr>
                <w:i w:val="0"/>
                <w:color w:val="04E604"/>
                <w:sz w:val="28"/>
                <w:szCs w:val="28"/>
              </w:rPr>
            </w:pPr>
          </w:p>
          <w:p w14:paraId="740D9AC2" w14:textId="273D8D15" w:rsidR="004B24BC" w:rsidRDefault="00104AE5" w:rsidP="00104AE5">
            <w:pPr>
              <w:pStyle w:val="Caption"/>
            </w:pPr>
            <w:r w:rsidRPr="00104AE5">
              <w:rPr>
                <w:i w:val="0"/>
                <w:color w:val="04E604"/>
                <w:sz w:val="28"/>
                <w:szCs w:val="28"/>
              </w:rPr>
              <w:t xml:space="preserve">For more information and </w:t>
            </w:r>
            <w:r w:rsidR="006A18D0">
              <w:rPr>
                <w:i w:val="0"/>
                <w:color w:val="04E604"/>
                <w:sz w:val="28"/>
                <w:szCs w:val="28"/>
              </w:rPr>
              <w:t>tips on how to live a happier and wider</w:t>
            </w:r>
            <w:bookmarkStart w:id="0" w:name="_GoBack"/>
            <w:bookmarkEnd w:id="0"/>
            <w:r w:rsidR="006A18D0">
              <w:rPr>
                <w:i w:val="0"/>
                <w:color w:val="04E604"/>
                <w:sz w:val="28"/>
                <w:szCs w:val="28"/>
              </w:rPr>
              <w:t xml:space="preserve"> </w:t>
            </w:r>
            <w:r w:rsidRPr="00104AE5">
              <w:rPr>
                <w:i w:val="0"/>
                <w:color w:val="04E604"/>
                <w:sz w:val="28"/>
                <w:szCs w:val="28"/>
              </w:rPr>
              <w:t>college life, please visit our event with the date and time below.</w:t>
            </w:r>
            <w:r w:rsidRPr="00104AE5">
              <w:rPr>
                <w:color w:val="04E604"/>
              </w:rPr>
              <w:t xml:space="preserve"> </w:t>
            </w:r>
          </w:p>
        </w:tc>
        <w:tc>
          <w:tcPr>
            <w:tcW w:w="570" w:type="dxa"/>
          </w:tcPr>
          <w:p w14:paraId="48F6FE9C" w14:textId="77777777" w:rsidR="004B24BC" w:rsidRDefault="004B24BC"/>
        </w:tc>
        <w:tc>
          <w:tcPr>
            <w:tcW w:w="3675" w:type="dxa"/>
          </w:tcPr>
          <w:p w14:paraId="46928382" w14:textId="1E9FB56D" w:rsidR="004B24BC" w:rsidRPr="0062359F" w:rsidRDefault="0062359F" w:rsidP="0062359F">
            <w:pPr>
              <w:pStyle w:val="Heading1"/>
              <w:rPr>
                <w:rStyle w:val="Heading1Char"/>
                <w:color w:val="F08A42" w:themeColor="accent5"/>
                <w:sz w:val="36"/>
                <w:szCs w:val="36"/>
              </w:rPr>
            </w:pPr>
            <w:r w:rsidRPr="0062359F">
              <w:rPr>
                <w:rStyle w:val="Heading1Char"/>
                <w:color w:val="F08A42" w:themeColor="accent5"/>
                <w:sz w:val="36"/>
                <w:szCs w:val="36"/>
              </w:rPr>
              <w:t>Are you in or just starting coll</w:t>
            </w:r>
            <w:r w:rsidR="006A18D0">
              <w:rPr>
                <w:rStyle w:val="Heading1Char"/>
                <w:color w:val="F08A42" w:themeColor="accent5"/>
                <w:sz w:val="36"/>
                <w:szCs w:val="36"/>
              </w:rPr>
              <w:t>ege and worried about not having fun and not gaining weight?</w:t>
            </w:r>
            <w:r w:rsidRPr="0062359F">
              <w:rPr>
                <w:rStyle w:val="Heading1Char"/>
                <w:color w:val="F08A42" w:themeColor="accent5"/>
                <w:sz w:val="36"/>
                <w:szCs w:val="36"/>
              </w:rPr>
              <w:t xml:space="preserve"> </w:t>
            </w:r>
          </w:p>
          <w:p w14:paraId="7DCBEE16" w14:textId="53745E5F" w:rsidR="0062359F" w:rsidRDefault="0062359F" w:rsidP="0062359F">
            <w:pPr>
              <w:rPr>
                <w:sz w:val="28"/>
                <w:szCs w:val="28"/>
              </w:rPr>
            </w:pPr>
            <w:r w:rsidRPr="0062359F">
              <w:rPr>
                <w:sz w:val="28"/>
                <w:szCs w:val="28"/>
              </w:rPr>
              <w:t>Her</w:t>
            </w:r>
            <w:r w:rsidR="006A18D0">
              <w:rPr>
                <w:sz w:val="28"/>
                <w:szCs w:val="28"/>
              </w:rPr>
              <w:t>e are some tips to help you get that fa</w:t>
            </w:r>
            <w:r w:rsidRPr="0062359F">
              <w:rPr>
                <w:sz w:val="28"/>
                <w:szCs w:val="28"/>
              </w:rPr>
              <w:t>t body!</w:t>
            </w:r>
          </w:p>
          <w:p w14:paraId="1379B65C" w14:textId="707FB1D3" w:rsidR="00104AE5" w:rsidRPr="00104AE5" w:rsidRDefault="00104AE5" w:rsidP="00104AE5">
            <w:pPr>
              <w:pStyle w:val="ListParagraph"/>
              <w:numPr>
                <w:ilvl w:val="0"/>
                <w:numId w:val="5"/>
              </w:numPr>
              <w:rPr>
                <w:color w:val="0070C0"/>
                <w:sz w:val="24"/>
                <w:szCs w:val="24"/>
              </w:rPr>
            </w:pPr>
            <w:r w:rsidRPr="00104AE5">
              <w:rPr>
                <w:color w:val="0070C0"/>
                <w:sz w:val="24"/>
                <w:szCs w:val="24"/>
              </w:rPr>
              <w:t>Keep all t</w:t>
            </w:r>
            <w:r w:rsidR="006A18D0">
              <w:rPr>
                <w:color w:val="0070C0"/>
                <w:sz w:val="24"/>
                <w:szCs w:val="24"/>
              </w:rPr>
              <w:t>he college drinking to a MAXIMUM</w:t>
            </w:r>
          </w:p>
          <w:p w14:paraId="3F559E58" w14:textId="7E219B59" w:rsidR="00104AE5" w:rsidRPr="00104AE5" w:rsidRDefault="006A18D0" w:rsidP="00104AE5">
            <w:pPr>
              <w:pStyle w:val="ListParagraph"/>
              <w:numPr>
                <w:ilvl w:val="0"/>
                <w:numId w:val="5"/>
              </w:num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 xml:space="preserve">Stay up late </w:t>
            </w:r>
          </w:p>
          <w:p w14:paraId="52A87547" w14:textId="5C5FC060" w:rsidR="00104AE5" w:rsidRPr="00104AE5" w:rsidRDefault="006A18D0" w:rsidP="00104AE5">
            <w:pPr>
              <w:pStyle w:val="ListParagraph"/>
              <w:numPr>
                <w:ilvl w:val="0"/>
                <w:numId w:val="5"/>
              </w:num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When you’re hungover, eat a bagel and chips! The grease and fat will make you feel better!</w:t>
            </w:r>
          </w:p>
          <w:p w14:paraId="23A8006F" w14:textId="288A47B8" w:rsidR="00104AE5" w:rsidRPr="00104AE5" w:rsidRDefault="006A18D0" w:rsidP="00104AE5">
            <w:pPr>
              <w:pStyle w:val="ListParagraph"/>
              <w:numPr>
                <w:ilvl w:val="0"/>
                <w:numId w:val="5"/>
              </w:num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Don’t forget to eat that pizza at midnight</w:t>
            </w:r>
          </w:p>
          <w:p w14:paraId="7F255B6B" w14:textId="77777777" w:rsidR="0062359F" w:rsidRPr="0062359F" w:rsidRDefault="0062359F" w:rsidP="0062359F"/>
        </w:tc>
      </w:tr>
    </w:tbl>
    <w:p w14:paraId="0E1149B5" w14:textId="043486D3" w:rsidR="004B24BC" w:rsidRDefault="006A18D0">
      <w:pPr>
        <w:pStyle w:val="Date"/>
      </w:pPr>
      <w:sdt>
        <w:sdtPr>
          <w:rPr>
            <w:rStyle w:val="Strong"/>
          </w:rPr>
          <w:id w:val="945890675"/>
          <w:placeholder>
            <w:docPart w:val="83715EEC0E3849C0A1BC8D6C3ED0E5B4"/>
          </w:placeholder>
          <w:date w:fullDate="2015-03-12T00:00:00Z">
            <w:dateFormat w:val="MMMM d, yyyy"/>
            <w:lid w:val="en-US"/>
            <w:storeMappedDataAs w:val="dateTime"/>
            <w:calendar w:val="gregorian"/>
          </w:date>
        </w:sdtPr>
        <w:sdtEndPr>
          <w:rPr>
            <w:rStyle w:val="DefaultParagraphFont"/>
            <w:b w:val="0"/>
            <w:bCs w:val="0"/>
          </w:rPr>
        </w:sdtEndPr>
        <w:sdtContent>
          <w:r>
            <w:rPr>
              <w:rStyle w:val="Strong"/>
            </w:rPr>
            <w:t>March 12, 2015</w:t>
          </w:r>
        </w:sdtContent>
      </w:sdt>
      <w:r w:rsidR="00104AE5">
        <w:t> 12:00 pm - 1:00 pm</w:t>
      </w:r>
    </w:p>
    <w:p w14:paraId="48456FAF" w14:textId="2AA65646" w:rsidR="004B24BC" w:rsidRDefault="00104AE5">
      <w:pPr>
        <w:pStyle w:val="Address"/>
      </w:pPr>
      <w:r>
        <w:rPr>
          <w:noProof/>
          <w:lang w:eastAsia="en-US"/>
        </w:rPr>
        <mc:AlternateContent>
          <mc:Choice Requires="wps">
            <w:drawing>
              <wp:anchor distT="365760" distB="365760" distL="114300" distR="114300" simplePos="0" relativeHeight="251659264" behindDoc="0" locked="0" layoutInCell="1" allowOverlap="1" wp14:anchorId="694E865A" wp14:editId="04850C2E">
                <wp:simplePos x="0" y="0"/>
                <wp:positionH relativeFrom="margin">
                  <wp:align>left</wp:align>
                </wp:positionH>
                <wp:positionV relativeFrom="margin">
                  <wp:align>bottom</wp:align>
                </wp:positionV>
                <wp:extent cx="914400" cy="466344"/>
                <wp:effectExtent l="0" t="0" r="4966970" b="14605"/>
                <wp:wrapTopAndBottom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663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227718" w14:textId="77777777" w:rsidR="004B24BC" w:rsidRDefault="004B24BC">
                            <w:pPr>
                              <w:pStyle w:val="NoSpacing"/>
                              <w:spacing w:line="14" w:lineRule="exact"/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100000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4E865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1in;height:36.7pt;z-index:251659264;visibility:visible;mso-wrap-style:none;mso-width-percent:1000;mso-height-percent:0;mso-wrap-distance-left:9pt;mso-wrap-distance-top:28.8pt;mso-wrap-distance-right:9pt;mso-wrap-distance-bottom:28.8pt;mso-position-horizontal:left;mso-position-horizontal-relative:margin;mso-position-vertical:bottom;mso-position-vertical-relative:margin;mso-width-percent:100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" filled="f" stroked="f" strokeweight=".5pt">
                <v:textbox style="mso-fit-shape-to-text:t" inset="0,0,0,0">
                  <w:txbxContent>
                    <w:p w14:paraId="44227718" w14:textId="77777777" w:rsidR="004B24BC" w:rsidRDefault="004B24BC">
                      <w:pPr>
                        <w:pStyle w:val="NoSpacing"/>
                        <w:spacing w:line="14" w:lineRule="exact"/>
                      </w:pP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 w:rsidR="006A18D0">
        <w:t>Hungry Union, Bloominbelly</w:t>
      </w:r>
      <w:r>
        <w:t xml:space="preserve"> University</w:t>
      </w:r>
    </w:p>
    <w:p w14:paraId="4002D590" w14:textId="77777777" w:rsidR="006A18D0" w:rsidRDefault="006A18D0" w:rsidP="006A18D0">
      <w:pPr>
        <w:pStyle w:val="Address"/>
        <w:rPr>
          <w:b/>
          <w:color w:val="D46111" w:themeColor="accent5" w:themeShade="BF"/>
          <w:sz w:val="48"/>
          <w:szCs w:val="48"/>
        </w:rPr>
      </w:pPr>
    </w:p>
    <w:p w14:paraId="71651C37" w14:textId="16675ADE" w:rsidR="00104AE5" w:rsidRPr="00104AE5" w:rsidRDefault="006A18D0" w:rsidP="006A18D0">
      <w:pPr>
        <w:pStyle w:val="Address"/>
        <w:ind w:left="720" w:firstLine="720"/>
        <w:rPr>
          <w:b/>
          <w:color w:val="D46111" w:themeColor="accent5" w:themeShade="BF"/>
          <w:sz w:val="48"/>
          <w:szCs w:val="48"/>
        </w:rPr>
      </w:pPr>
      <w:r>
        <w:rPr>
          <w:b/>
          <w:color w:val="D46111" w:themeColor="accent5" w:themeShade="BF"/>
          <w:sz w:val="48"/>
          <w:szCs w:val="48"/>
        </w:rPr>
        <w:t>It’s time to B FAT</w:t>
      </w:r>
      <w:r w:rsidR="00104AE5" w:rsidRPr="00104AE5">
        <w:rPr>
          <w:b/>
          <w:color w:val="D46111" w:themeColor="accent5" w:themeShade="BF"/>
          <w:sz w:val="48"/>
          <w:szCs w:val="48"/>
        </w:rPr>
        <w:t xml:space="preserve"> @ BU</w:t>
      </w:r>
    </w:p>
    <w:sectPr w:rsidR="00104AE5" w:rsidRPr="00104AE5">
      <w:pgSz w:w="12240" w:h="15840" w:code="1"/>
      <w:pgMar w:top="1440" w:right="2160" w:bottom="1080" w:left="2160" w:header="720" w:footer="7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4106D3" w14:textId="77777777" w:rsidR="0062359F" w:rsidRDefault="0062359F">
      <w:pPr>
        <w:spacing w:after="0" w:line="240" w:lineRule="auto"/>
      </w:pPr>
      <w:r>
        <w:separator/>
      </w:r>
    </w:p>
  </w:endnote>
  <w:endnote w:type="continuationSeparator" w:id="0">
    <w:p w14:paraId="0ED4F30A" w14:textId="77777777" w:rsidR="0062359F" w:rsidRDefault="00623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5B3361" w14:textId="77777777" w:rsidR="0062359F" w:rsidRDefault="0062359F">
      <w:pPr>
        <w:spacing w:after="0" w:line="240" w:lineRule="auto"/>
      </w:pPr>
      <w:r>
        <w:separator/>
      </w:r>
    </w:p>
  </w:footnote>
  <w:footnote w:type="continuationSeparator" w:id="0">
    <w:p w14:paraId="2034322C" w14:textId="77777777" w:rsidR="0062359F" w:rsidRDefault="006235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17961B0C"/>
    <w:lvl w:ilvl="0">
      <w:start w:val="1"/>
      <w:numFmt w:val="bullet"/>
      <w:pStyle w:val="List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352F25" w:themeColor="text2"/>
        <w:sz w:val="16"/>
      </w:rPr>
    </w:lvl>
  </w:abstractNum>
  <w:abstractNum w:abstractNumId="1">
    <w:nsid w:val="36465862"/>
    <w:multiLevelType w:val="hybridMultilevel"/>
    <w:tmpl w:val="CA4A07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59F"/>
    <w:rsid w:val="00104AE5"/>
    <w:rsid w:val="004B24BC"/>
    <w:rsid w:val="0062359F"/>
    <w:rsid w:val="006A1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4884BFB0"/>
  <w15:chartTrackingRefBased/>
  <w15:docId w15:val="{9FDCDA8D-E88E-44D0-9A84-683B5665C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4D4436" w:themeColor="text2" w:themeTint="E6"/>
        <w:lang w:val="en-US" w:eastAsia="ja-JP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36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1"/>
    <w:qFormat/>
    <w:pPr>
      <w:keepNext/>
      <w:keepLines/>
      <w:spacing w:after="120" w:line="216" w:lineRule="auto"/>
      <w:outlineLvl w:val="0"/>
    </w:pPr>
    <w:rPr>
      <w:rFonts w:asciiTheme="majorHAnsi" w:eastAsiaTheme="majorEastAsia" w:hAnsiTheme="majorHAnsi" w:cstheme="majorBidi"/>
      <w:b/>
      <w:bCs/>
      <w:color w:val="352F25" w:themeColor="text2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Title">
    <w:name w:val="Title"/>
    <w:basedOn w:val="Normal"/>
    <w:next w:val="Normal"/>
    <w:link w:val="TitleChar"/>
    <w:uiPriority w:val="1"/>
    <w:qFormat/>
    <w:pPr>
      <w:spacing w:after="720" w:line="204" w:lineRule="auto"/>
      <w:contextualSpacing/>
    </w:pPr>
    <w:rPr>
      <w:rFonts w:asciiTheme="majorHAnsi" w:eastAsiaTheme="majorEastAsia" w:hAnsiTheme="majorHAnsi" w:cstheme="majorBidi"/>
      <w:b/>
      <w:bCs/>
      <w:caps/>
      <w:color w:val="027E6F" w:themeColor="accent1" w:themeShade="BF"/>
      <w:spacing w:val="-10"/>
      <w:kern w:val="28"/>
      <w:sz w:val="104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b/>
      <w:bCs/>
      <w:caps/>
      <w:color w:val="027E6F" w:themeColor="accent1" w:themeShade="BF"/>
      <w:spacing w:val="-10"/>
      <w:kern w:val="28"/>
      <w:sz w:val="104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b/>
      <w:bCs/>
      <w:color w:val="352F25" w:themeColor="text2"/>
      <w:sz w:val="32"/>
    </w:rPr>
  </w:style>
  <w:style w:type="paragraph" w:styleId="ListBullet">
    <w:name w:val="List Bullet"/>
    <w:basedOn w:val="Normal"/>
    <w:uiPriority w:val="1"/>
    <w:unhideWhenUsed/>
    <w:qFormat/>
    <w:pPr>
      <w:numPr>
        <w:numId w:val="1"/>
      </w:numPr>
    </w:pPr>
  </w:style>
  <w:style w:type="paragraph" w:styleId="Caption">
    <w:name w:val="caption"/>
    <w:basedOn w:val="Normal"/>
    <w:next w:val="Normal"/>
    <w:uiPriority w:val="2"/>
    <w:unhideWhenUsed/>
    <w:qFormat/>
    <w:pPr>
      <w:spacing w:after="0" w:line="240" w:lineRule="auto"/>
    </w:pPr>
    <w:rPr>
      <w:i/>
      <w:iCs/>
      <w:sz w:val="16"/>
    </w:rPr>
  </w:style>
  <w:style w:type="character" w:styleId="Strong">
    <w:name w:val="Strong"/>
    <w:basedOn w:val="DefaultParagraphFont"/>
    <w:uiPriority w:val="2"/>
    <w:qFormat/>
    <w:rPr>
      <w:b/>
      <w:bCs/>
    </w:rPr>
  </w:style>
  <w:style w:type="paragraph" w:styleId="Header">
    <w:name w:val="header"/>
    <w:basedOn w:val="Normal"/>
    <w:link w:val="HeaderChar"/>
    <w:uiPriority w:val="4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4"/>
  </w:style>
  <w:style w:type="paragraph" w:styleId="Footer">
    <w:name w:val="footer"/>
    <w:basedOn w:val="Normal"/>
    <w:link w:val="FooterChar"/>
    <w:uiPriority w:val="4"/>
    <w:unhideWhenUsed/>
    <w:qFormat/>
    <w:pPr>
      <w:tabs>
        <w:tab w:val="center" w:pos="4680"/>
        <w:tab w:val="right" w:pos="9360"/>
      </w:tabs>
      <w:spacing w:after="0" w:line="276" w:lineRule="auto"/>
    </w:pPr>
    <w:rPr>
      <w:sz w:val="17"/>
    </w:rPr>
  </w:style>
  <w:style w:type="character" w:customStyle="1" w:styleId="FooterChar">
    <w:name w:val="Footer Char"/>
    <w:basedOn w:val="DefaultParagraphFont"/>
    <w:link w:val="Footer"/>
    <w:uiPriority w:val="4"/>
    <w:rPr>
      <w:sz w:val="17"/>
    </w:rPr>
  </w:style>
  <w:style w:type="paragraph" w:customStyle="1" w:styleId="Company">
    <w:name w:val="Company"/>
    <w:basedOn w:val="Normal"/>
    <w:uiPriority w:val="4"/>
    <w:qFormat/>
    <w:pPr>
      <w:spacing w:after="0" w:line="240" w:lineRule="auto"/>
    </w:pPr>
    <w:rPr>
      <w:rFonts w:asciiTheme="majorHAnsi" w:eastAsiaTheme="majorEastAsia" w:hAnsiTheme="majorHAnsi" w:cstheme="majorBidi"/>
      <w:b/>
      <w:bCs/>
      <w:caps/>
      <w:color w:val="027E6F" w:themeColor="accent1" w:themeShade="BF"/>
    </w:rPr>
  </w:style>
  <w:style w:type="paragraph" w:styleId="NoSpacing">
    <w:name w:val="No Spacing"/>
    <w:uiPriority w:val="36"/>
    <w:unhideWhenUsed/>
    <w:qFormat/>
    <w:pPr>
      <w:spacing w:after="0" w:line="240" w:lineRule="auto"/>
    </w:pPr>
  </w:style>
  <w:style w:type="paragraph" w:styleId="Date">
    <w:name w:val="Date"/>
    <w:basedOn w:val="Normal"/>
    <w:next w:val="Normal"/>
    <w:link w:val="DateChar"/>
    <w:uiPriority w:val="3"/>
    <w:unhideWhenUsed/>
    <w:qFormat/>
    <w:pPr>
      <w:spacing w:before="720" w:after="0" w:line="216" w:lineRule="auto"/>
    </w:pPr>
    <w:rPr>
      <w:rFonts w:asciiTheme="majorHAnsi" w:eastAsiaTheme="majorEastAsia" w:hAnsiTheme="majorHAnsi" w:cstheme="majorBidi"/>
      <w:color w:val="027E6F" w:themeColor="accent1" w:themeShade="BF"/>
      <w:sz w:val="52"/>
    </w:rPr>
  </w:style>
  <w:style w:type="character" w:customStyle="1" w:styleId="DateChar">
    <w:name w:val="Date Char"/>
    <w:basedOn w:val="DefaultParagraphFont"/>
    <w:link w:val="Date"/>
    <w:uiPriority w:val="3"/>
    <w:rPr>
      <w:rFonts w:asciiTheme="majorHAnsi" w:eastAsiaTheme="majorEastAsia" w:hAnsiTheme="majorHAnsi" w:cstheme="majorBidi"/>
      <w:color w:val="027E6F" w:themeColor="accent1" w:themeShade="BF"/>
      <w:sz w:val="52"/>
    </w:rPr>
  </w:style>
  <w:style w:type="paragraph" w:customStyle="1" w:styleId="Address">
    <w:name w:val="Address"/>
    <w:basedOn w:val="Normal"/>
    <w:uiPriority w:val="4"/>
    <w:qFormat/>
    <w:pPr>
      <w:spacing w:after="0" w:line="240" w:lineRule="auto"/>
    </w:pPr>
    <w:rPr>
      <w:sz w:val="40"/>
    </w:rPr>
  </w:style>
  <w:style w:type="paragraph" w:styleId="ListParagraph">
    <w:name w:val="List Paragraph"/>
    <w:basedOn w:val="Normal"/>
    <w:uiPriority w:val="34"/>
    <w:unhideWhenUsed/>
    <w:qFormat/>
    <w:rsid w:val="006235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rianna\AppData\Roaming\Microsoft\Templates\Business%20fly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3715EEC0E3849C0A1BC8D6C3ED0E5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F8E7FC-65B6-492E-8096-FB428672907C}"/>
      </w:docPartPr>
      <w:docPartBody>
        <w:p w:rsidR="0041068D" w:rsidRDefault="00FC044C">
          <w:pPr>
            <w:pStyle w:val="83715EEC0E3849C0A1BC8D6C3ED0E5B4"/>
          </w:pPr>
          <w:r>
            <w:rPr>
              <w:rStyle w:val="Strong"/>
            </w:rPr>
            <w:t>[Event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17961B0C"/>
    <w:lvl w:ilvl="0">
      <w:start w:val="1"/>
      <w:numFmt w:val="bullet"/>
      <w:pStyle w:val="List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44546A" w:themeColor="text2"/>
        <w:sz w:val="16"/>
      </w:r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44C"/>
    <w:rsid w:val="0041068D"/>
    <w:rsid w:val="00FC0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1"/>
    <w:qFormat/>
    <w:pPr>
      <w:keepNext/>
      <w:keepLines/>
      <w:spacing w:after="120" w:line="216" w:lineRule="auto"/>
      <w:outlineLvl w:val="0"/>
    </w:pPr>
    <w:rPr>
      <w:rFonts w:asciiTheme="majorHAnsi" w:eastAsiaTheme="majorEastAsia" w:hAnsiTheme="majorHAnsi" w:cstheme="majorBidi"/>
      <w:b/>
      <w:bCs/>
      <w:color w:val="44546A" w:themeColor="text2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BB7B3A43C19414CA1D4F2F493AFD442">
    <w:name w:val="FBB7B3A43C19414CA1D4F2F493AFD442"/>
  </w:style>
  <w:style w:type="paragraph" w:customStyle="1" w:styleId="D63568559B4748EE9AE0B244D5210764">
    <w:name w:val="D63568559B4748EE9AE0B244D5210764"/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b/>
      <w:bCs/>
      <w:color w:val="44546A" w:themeColor="text2"/>
      <w:sz w:val="32"/>
    </w:rPr>
  </w:style>
  <w:style w:type="paragraph" w:styleId="ListBullet">
    <w:name w:val="List Bullet"/>
    <w:basedOn w:val="Normal"/>
    <w:uiPriority w:val="1"/>
    <w:unhideWhenUsed/>
    <w:qFormat/>
    <w:pPr>
      <w:numPr>
        <w:numId w:val="1"/>
      </w:numPr>
      <w:spacing w:after="200" w:line="288" w:lineRule="auto"/>
    </w:pPr>
    <w:rPr>
      <w:rFonts w:cs="Times New Roman"/>
      <w:color w:val="50637D" w:themeColor="text2" w:themeTint="E6"/>
      <w:sz w:val="20"/>
    </w:rPr>
  </w:style>
  <w:style w:type="paragraph" w:customStyle="1" w:styleId="4DD261519EAE4751A15401599C6CE8B6">
    <w:name w:val="4DD261519EAE4751A15401599C6CE8B6"/>
  </w:style>
  <w:style w:type="character" w:styleId="Strong">
    <w:name w:val="Strong"/>
    <w:basedOn w:val="DefaultParagraphFont"/>
    <w:uiPriority w:val="22"/>
    <w:qFormat/>
    <w:rPr>
      <w:b/>
      <w:bCs/>
      <w:color w:val="5A5A5A" w:themeColor="text1" w:themeTint="A5"/>
    </w:rPr>
  </w:style>
  <w:style w:type="paragraph" w:customStyle="1" w:styleId="83715EEC0E3849C0A1BC8D6C3ED0E5B4">
    <w:name w:val="83715EEC0E3849C0A1BC8D6C3ED0E5B4"/>
  </w:style>
  <w:style w:type="paragraph" w:customStyle="1" w:styleId="D7DF47B2BCD640BAB70B07602506CB2B">
    <w:name w:val="D7DF47B2BCD640BAB70B07602506CB2B"/>
  </w:style>
  <w:style w:type="paragraph" w:customStyle="1" w:styleId="B93BDE1FD50A48F2ACE4D0AB66299136">
    <w:name w:val="B93BDE1FD50A48F2ACE4D0AB66299136"/>
  </w:style>
  <w:style w:type="paragraph" w:customStyle="1" w:styleId="9981BCE5D2354CE28F10895A9B34C79D">
    <w:name w:val="9981BCE5D2354CE28F10895A9B34C79D"/>
  </w:style>
  <w:style w:type="paragraph" w:customStyle="1" w:styleId="ED4BA046F3864B7CB46A03167933FCD8">
    <w:name w:val="ED4BA046F3864B7CB46A03167933FCD8"/>
  </w:style>
  <w:style w:type="paragraph" w:customStyle="1" w:styleId="6C6FACB6BB9747B29C1AF76E3FC1E930">
    <w:name w:val="6C6FACB6BB9747B29C1AF76E3FC1E930"/>
  </w:style>
  <w:style w:type="paragraph" w:customStyle="1" w:styleId="EFD5999ACAE24D67BA39FAFAFE87F172">
    <w:name w:val="EFD5999ACAE24D67BA39FAFAFE87F172"/>
  </w:style>
  <w:style w:type="paragraph" w:customStyle="1" w:styleId="67F48D33B58F40C0B7B63653C7EFB22B">
    <w:name w:val="67F48D33B58F40C0B7B63653C7EFB22B"/>
  </w:style>
  <w:style w:type="paragraph" w:customStyle="1" w:styleId="487C9AB18B61465BBF7A45267952D14C">
    <w:name w:val="487C9AB18B61465BBF7A45267952D14C"/>
    <w:rsid w:val="00FC044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Small Business Set">
  <a:themeElements>
    <a:clrScheme name="Small Business">
      <a:dk1>
        <a:sysClr val="windowText" lastClr="000000"/>
      </a:dk1>
      <a:lt1>
        <a:sysClr val="window" lastClr="FFFFFF"/>
      </a:lt1>
      <a:dk2>
        <a:srgbClr val="352F25"/>
      </a:dk2>
      <a:lt2>
        <a:srgbClr val="EDECEB"/>
      </a:lt2>
      <a:accent1>
        <a:srgbClr val="03A996"/>
      </a:accent1>
      <a:accent2>
        <a:srgbClr val="B33536"/>
      </a:accent2>
      <a:accent3>
        <a:srgbClr val="E8C94B"/>
      </a:accent3>
      <a:accent4>
        <a:srgbClr val="2682A6"/>
      </a:accent4>
      <a:accent5>
        <a:srgbClr val="F08A42"/>
      </a:accent5>
      <a:accent6>
        <a:srgbClr val="6A5178"/>
      </a:accent6>
      <a:hlink>
        <a:srgbClr val="4D4436"/>
      </a:hlink>
      <a:folHlink>
        <a:srgbClr val="027E70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57000"/>
                <a:satMod val="101000"/>
              </a:schemeClr>
            </a:gs>
            <a:gs pos="50000">
              <a:schemeClr val="phClr">
                <a:lumMod val="137000"/>
                <a:satMod val="103000"/>
              </a:schemeClr>
            </a:gs>
            <a:gs pos="100000">
              <a:schemeClr val="phClr">
                <a:lumMod val="115000"/>
                <a:satMod val="109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18000"/>
              </a:schemeClr>
            </a:gs>
            <a:gs pos="50000">
              <a:schemeClr val="phClr">
                <a:satMod val="89000"/>
                <a:lumMod val="91000"/>
              </a:schemeClr>
            </a:gs>
            <a:gs pos="100000">
              <a:schemeClr val="phClr">
                <a:lumMod val="69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atMod val="100000"/>
                <a:shade val="0"/>
              </a:schemeClr>
            </a:gs>
            <a:gs pos="0">
              <a:scrgbClr r="0" g="0" b="0"/>
            </a:gs>
            <a:gs pos="100000">
              <a:schemeClr val="phClr">
                <a:shade val="100000"/>
                <a:sat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FECFE8F6-2F43-40D1-8FF0-88725880C9A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Business flyer</Template>
  <TotalTime>0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Brianna Moran</dc:creator>
  <cp:keywords/>
  <cp:lastModifiedBy>Brianna Moran</cp:lastModifiedBy>
  <cp:revision>2</cp:revision>
  <dcterms:created xsi:type="dcterms:W3CDTF">2015-03-31T00:36:00Z</dcterms:created>
  <dcterms:modified xsi:type="dcterms:W3CDTF">2015-03-31T00:36:00Z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TC029119009991</vt:lpwstr>
  </property>
</Properties>
</file>